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7807709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710521">
        <w:rPr>
          <w:b/>
          <w:lang w:val="en-GB"/>
        </w:rPr>
        <w:t xml:space="preserve"> 17-SS004-25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</w:t>
      </w:r>
      <w:proofErr w:type="gramStart"/>
      <w:r w:rsidRPr="00A83773">
        <w:rPr>
          <w:rFonts w:ascii="Calibri" w:hAnsi="Calibri" w:cs="Calibri"/>
        </w:rPr>
        <w:t>forth in</w:t>
      </w:r>
      <w:proofErr w:type="gramEnd"/>
      <w:r w:rsidRPr="00A83773">
        <w:rPr>
          <w:rFonts w:ascii="Calibri" w:hAnsi="Calibri" w:cs="Calibri"/>
        </w:rPr>
        <w:t xml:space="preserve">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A761AF">
        <w:trPr>
          <w:trHeight w:val="416"/>
        </w:trPr>
        <w:tc>
          <w:tcPr>
            <w:tcW w:w="4673" w:type="dxa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45F273A5" w:rsidR="00B0293A" w:rsidRPr="00A83773" w:rsidRDefault="00AA701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A761AF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A761AF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59BFED31" w:rsidR="00B0293A" w:rsidRPr="00A83773" w:rsidRDefault="00AA701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71052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1052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2E8E3BDC" w14:textId="77777777" w:rsidTr="00F9710B">
        <w:tc>
          <w:tcPr>
            <w:tcW w:w="4673" w:type="dxa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5CE04EA9" w:rsidR="00B0293A" w:rsidRPr="00A83773" w:rsidRDefault="00AA70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710521">
              <w:rPr>
                <w:rFonts w:ascii="Calibri" w:hAnsi="Calibri"/>
                <w:szCs w:val="20"/>
              </w:rPr>
              <w:t>/08/25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0B8613A" w:rsidR="00B0293A" w:rsidRPr="00A83773" w:rsidRDefault="0071052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A701B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/08/25</w:t>
            </w:r>
          </w:p>
        </w:tc>
      </w:tr>
      <w:tr w:rsidR="00B0293A" w:rsidRPr="00A83773" w14:paraId="1D91F0FB" w14:textId="77777777" w:rsidTr="00F9710B">
        <w:tc>
          <w:tcPr>
            <w:tcW w:w="4673" w:type="dxa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159DF9EB" w:rsidR="00B0293A" w:rsidRPr="00A83773" w:rsidRDefault="00AA70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71052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1052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5319267B" w14:textId="77777777" w:rsidTr="00F9710B">
        <w:tc>
          <w:tcPr>
            <w:tcW w:w="4673" w:type="dxa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4F0FD669" w:rsidR="00B0293A" w:rsidRPr="00A83773" w:rsidRDefault="00AA70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71052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71052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83773" w14:paraId="603C6C3A" w14:textId="77777777" w:rsidTr="00F9710B">
        <w:tc>
          <w:tcPr>
            <w:tcW w:w="4673" w:type="dxa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286284F1" w:rsidR="00B0293A" w:rsidRPr="00A83773" w:rsidRDefault="007105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A701B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83773" w14:paraId="405F2EC0" w14:textId="77777777" w:rsidTr="00F9710B">
        <w:tc>
          <w:tcPr>
            <w:tcW w:w="4673" w:type="dxa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02C17072" w:rsidR="00B0293A" w:rsidRPr="00A83773" w:rsidRDefault="00AA70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710521"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795737BD" w:rsidR="00B0293A" w:rsidRPr="00532E97" w:rsidRDefault="00AA70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710521">
              <w:rPr>
                <w:rFonts w:ascii="Calibri" w:hAnsi="Calibri"/>
                <w:szCs w:val="20"/>
              </w:rPr>
              <w:t>/09/25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D762E" w14:textId="77777777" w:rsidR="009C5699" w:rsidRDefault="009C5699">
      <w:r>
        <w:separator/>
      </w:r>
    </w:p>
  </w:endnote>
  <w:endnote w:type="continuationSeparator" w:id="0">
    <w:p w14:paraId="1E07EB92" w14:textId="77777777" w:rsidR="009C5699" w:rsidRDefault="009C5699">
      <w:r>
        <w:continuationSeparator/>
      </w:r>
    </w:p>
  </w:endnote>
  <w:endnote w:type="continuationNotice" w:id="1">
    <w:p w14:paraId="5D55BE7B" w14:textId="77777777" w:rsidR="009C5699" w:rsidRDefault="009C5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7B6B80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A701B">
      <w:rPr>
        <w:noProof/>
      </w:rPr>
      <w:t>2025-07-30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2E9A4" w14:textId="77777777" w:rsidR="009C5699" w:rsidRDefault="009C5699">
      <w:r>
        <w:separator/>
      </w:r>
    </w:p>
  </w:footnote>
  <w:footnote w:type="continuationSeparator" w:id="0">
    <w:p w14:paraId="656A8B02" w14:textId="77777777" w:rsidR="009C5699" w:rsidRDefault="009C5699">
      <w:r>
        <w:continuationSeparator/>
      </w:r>
    </w:p>
  </w:footnote>
  <w:footnote w:type="continuationNotice" w:id="1">
    <w:p w14:paraId="6600AD31" w14:textId="77777777" w:rsidR="009C5699" w:rsidRDefault="009C5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</w:t>
    </w:r>
    <w:proofErr w:type="gramStart"/>
    <w:r w:rsidR="00133D55" w:rsidRPr="004D63BE">
      <w:rPr>
        <w:rFonts w:cs="Calibri"/>
        <w:sz w:val="20"/>
        <w:u w:val="single"/>
      </w:rPr>
      <w:t xml:space="preserve">Main)   </w:t>
    </w:r>
    <w:proofErr w:type="gramEnd"/>
    <w:r w:rsidR="00133D55" w:rsidRPr="004D63BE">
      <w:rPr>
        <w:rFonts w:cs="Calibri"/>
        <w:sz w:val="20"/>
        <w:u w:val="single"/>
      </w:rPr>
      <w:t xml:space="preserve">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4F4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DEE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885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2C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AA9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7C4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6BD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521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699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5C31"/>
    <w:rsid w:val="00A71246"/>
    <w:rsid w:val="00A74C87"/>
    <w:rsid w:val="00A755AB"/>
    <w:rsid w:val="00A761AF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01B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F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D10DE"/>
    <w:rsid w:val="00ED1288"/>
    <w:rsid w:val="00ED463D"/>
    <w:rsid w:val="00ED6A7D"/>
    <w:rsid w:val="00EE1027"/>
    <w:rsid w:val="00EE49F6"/>
    <w:rsid w:val="00EE5C29"/>
    <w:rsid w:val="00EE651A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2</Pages>
  <Words>197</Words>
  <Characters>1109</Characters>
  <Application>Microsoft Office Word</Application>
  <DocSecurity>0</DocSecurity>
  <Lines>48</Lines>
  <Paragraphs>42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12</cp:revision>
  <cp:lastPrinted>2013-10-18T08:32:00Z</cp:lastPrinted>
  <dcterms:created xsi:type="dcterms:W3CDTF">2020-07-06T12:40:00Z</dcterms:created>
  <dcterms:modified xsi:type="dcterms:W3CDTF">2025-07-30T02:42:00Z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1c3d0980-e02b-431e-b106-99a561e12fe4</vt:lpwstr>
  </property>
</Properties>
</file>